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D85947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 xml:space="preserve"> </w:t>
      </w:r>
      <w:r w:rsidR="00106D20">
        <w:rPr>
          <w:rFonts w:ascii="Arial" w:hAnsi="Arial" w:cs="Arial"/>
          <w:b/>
          <w:color w:val="7030A0"/>
          <w:sz w:val="28"/>
          <w:szCs w:val="28"/>
        </w:rPr>
        <w:t>C</w:t>
      </w:r>
      <w:r w:rsidR="00EB00AD">
        <w:rPr>
          <w:rFonts w:ascii="Arial" w:hAnsi="Arial" w:cs="Arial"/>
          <w:b/>
          <w:color w:val="7030A0"/>
          <w:sz w:val="28"/>
          <w:szCs w:val="28"/>
        </w:rPr>
        <w:t>OUPE DE GLACE</w:t>
      </w:r>
    </w:p>
    <w:p w:rsidR="004B3F3D" w:rsidRDefault="00397B43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F7C2A" wp14:editId="2DCB4AE0">
                <wp:simplePos x="0" y="0"/>
                <wp:positionH relativeFrom="column">
                  <wp:posOffset>-102870</wp:posOffset>
                </wp:positionH>
                <wp:positionV relativeFrom="paragraph">
                  <wp:posOffset>3810</wp:posOffset>
                </wp:positionV>
                <wp:extent cx="6019800" cy="2435860"/>
                <wp:effectExtent l="0" t="0" r="19050" b="2159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4358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.3pt;width:474pt;height:19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" filled="f" strokecolor="#7030a0" strokeweight="1pt"/>
            </w:pict>
          </mc:Fallback>
        </mc:AlternateContent>
      </w:r>
    </w:p>
    <w:p w:rsidR="00687DE3" w:rsidRPr="0042744B" w:rsidRDefault="00D85947" w:rsidP="00514554">
      <w:pPr>
        <w:rPr>
          <w:rFonts w:ascii="Arial" w:hAnsi="Arial" w:cs="Arial"/>
        </w:rPr>
      </w:pPr>
      <w:r>
        <w:rPr>
          <w:rFonts w:ascii="Arial" w:hAnsi="Arial" w:cs="Arial"/>
        </w:rPr>
        <w:t>Ce jeu consiste à</w:t>
      </w:r>
      <w:r w:rsidRPr="00D85947">
        <w:rPr>
          <w:rFonts w:ascii="Arial" w:hAnsi="Arial" w:cs="Arial"/>
        </w:rPr>
        <w:t xml:space="preserve"> découvrir les couleurs en arabe </w:t>
      </w:r>
      <w:r w:rsidR="00981BCD">
        <w:rPr>
          <w:rFonts w:ascii="Arial" w:hAnsi="Arial" w:cs="Arial"/>
        </w:rPr>
        <w:t xml:space="preserve">tout en coloriant </w:t>
      </w:r>
      <w:r w:rsidR="00EB00AD">
        <w:rPr>
          <w:rFonts w:ascii="Arial" w:hAnsi="Arial" w:cs="Arial"/>
        </w:rPr>
        <w:t>une coupe de glace</w:t>
      </w:r>
      <w:r w:rsidR="0042744B">
        <w:rPr>
          <w:rFonts w:ascii="Arial" w:hAnsi="Arial" w:cs="Arial"/>
        </w:rPr>
        <w:t xml:space="preserve">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 w:rsidRPr="00155F1C">
        <w:rPr>
          <w:rFonts w:ascii="Arial" w:hAnsi="Arial" w:cs="Arial"/>
          <w:b/>
          <w:color w:val="7030A0"/>
        </w:rPr>
        <w:t xml:space="preserve"> :</w:t>
      </w:r>
      <w:r w:rsidR="00C63397" w:rsidRPr="00155F1C">
        <w:rPr>
          <w:rFonts w:ascii="Arial" w:hAnsi="Arial" w:cs="Arial"/>
          <w:b/>
          <w:color w:val="7030A0"/>
        </w:rPr>
        <w:t xml:space="preserve"> </w:t>
      </w:r>
    </w:p>
    <w:p w:rsidR="00267CC3" w:rsidRDefault="00783B11" w:rsidP="00267CC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</w:t>
      </w:r>
      <w:r w:rsidR="00A0675C">
        <w:rPr>
          <w:rFonts w:ascii="Arial" w:hAnsi="Arial" w:cs="Arial"/>
        </w:rPr>
        <w:t>L1 11-12, L 1 13-14, L1 16, L 17, L1 18</w:t>
      </w:r>
      <w:r w:rsidR="00046092">
        <w:rPr>
          <w:rFonts w:ascii="Arial" w:hAnsi="Arial" w:cs="Arial"/>
        </w:rPr>
        <w:t xml:space="preserve">, L 27 </w:t>
      </w:r>
    </w:p>
    <w:p w:rsidR="00267CC3" w:rsidRDefault="00267CC3" w:rsidP="00267CC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792FA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A0675C">
        <w:rPr>
          <w:rFonts w:ascii="Arial" w:hAnsi="Arial" w:cs="Arial"/>
        </w:rPr>
        <w:t xml:space="preserve"> MSN 11</w:t>
      </w:r>
    </w:p>
    <w:p w:rsidR="00267CC3" w:rsidRDefault="00267CC3" w:rsidP="00267CC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A0675C">
        <w:rPr>
          <w:rFonts w:ascii="Arial" w:hAnsi="Arial" w:cs="Arial"/>
        </w:rPr>
        <w:t xml:space="preserve"> SHS 11</w:t>
      </w:r>
    </w:p>
    <w:p w:rsidR="00267CC3" w:rsidRDefault="00267CC3" w:rsidP="00267CC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A0675C">
        <w:rPr>
          <w:rFonts w:ascii="Arial" w:hAnsi="Arial" w:cs="Arial"/>
        </w:rPr>
        <w:t>A 13 AC, A 11 AV</w:t>
      </w:r>
    </w:p>
    <w:p w:rsidR="00C63397" w:rsidRPr="00687DE3" w:rsidRDefault="00C63397" w:rsidP="00267CC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Formation générale</w:t>
      </w:r>
      <w:r>
        <w:rPr>
          <w:rFonts w:ascii="Arial" w:hAnsi="Arial" w:cs="Arial"/>
        </w:rPr>
        <w:t xml:space="preserve"> : FG13, </w:t>
      </w:r>
      <w:r w:rsidR="00A0675C">
        <w:rPr>
          <w:rFonts w:ascii="Arial" w:hAnsi="Arial" w:cs="Arial"/>
        </w:rPr>
        <w:t xml:space="preserve">FG 18, </w:t>
      </w:r>
      <w:r>
        <w:rPr>
          <w:rFonts w:ascii="Arial" w:hAnsi="Arial" w:cs="Arial"/>
        </w:rPr>
        <w:t>FG24, FG25</w:t>
      </w:r>
    </w:p>
    <w:p w:rsidR="00687DE3" w:rsidRDefault="00C63397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</w:t>
      </w:r>
      <w:r w:rsidR="00046092">
        <w:rPr>
          <w:rFonts w:ascii="Arial" w:hAnsi="Arial" w:cs="Arial"/>
        </w:rPr>
        <w:t xml:space="preserve"> C</w:t>
      </w:r>
      <w:r w:rsidR="004D5AB2">
        <w:rPr>
          <w:rFonts w:ascii="Arial" w:hAnsi="Arial" w:cs="Arial"/>
        </w:rPr>
        <w:t>ollaboration,</w:t>
      </w:r>
      <w:r w:rsidR="00F944A3">
        <w:rPr>
          <w:rFonts w:ascii="Arial" w:hAnsi="Arial" w:cs="Arial"/>
        </w:rPr>
        <w:t xml:space="preserve"> communication, stratégie</w:t>
      </w:r>
      <w:r w:rsidR="005E4A8F">
        <w:rPr>
          <w:rFonts w:ascii="Arial" w:hAnsi="Arial" w:cs="Arial"/>
        </w:rPr>
        <w:t>s</w:t>
      </w:r>
      <w:bookmarkStart w:id="0" w:name="_GoBack"/>
      <w:bookmarkEnd w:id="0"/>
      <w:r w:rsidR="00F944A3">
        <w:rPr>
          <w:rFonts w:ascii="Arial" w:hAnsi="Arial" w:cs="Arial"/>
        </w:rPr>
        <w:t xml:space="preserve"> d'apprentissage et</w:t>
      </w:r>
      <w:r w:rsidR="004D5AB2">
        <w:rPr>
          <w:rFonts w:ascii="Arial" w:hAnsi="Arial" w:cs="Arial"/>
        </w:rPr>
        <w:t xml:space="preserve"> pensé</w:t>
      </w:r>
      <w:r w:rsidR="00A0675C">
        <w:rPr>
          <w:rFonts w:ascii="Arial" w:hAnsi="Arial" w:cs="Arial"/>
        </w:rPr>
        <w:t>e</w:t>
      </w:r>
      <w:r w:rsidR="004D5AB2">
        <w:rPr>
          <w:rFonts w:ascii="Arial" w:hAnsi="Arial" w:cs="Arial"/>
        </w:rPr>
        <w:t xml:space="preserve"> créatrice</w:t>
      </w:r>
      <w:r w:rsidR="00046092">
        <w:rPr>
          <w:rFonts w:ascii="Arial" w:hAnsi="Arial" w:cs="Arial"/>
        </w:rPr>
        <w:t xml:space="preserve">. </w:t>
      </w:r>
    </w:p>
    <w:p w:rsidR="004B3F3D" w:rsidRPr="004B3F3D" w:rsidRDefault="004B3F3D" w:rsidP="004B3F3D">
      <w:pPr>
        <w:rPr>
          <w:rFonts w:ascii="Arial" w:hAnsi="Arial" w:cs="Arial"/>
        </w:rPr>
      </w:pPr>
    </w:p>
    <w:p w:rsidR="00687DE3" w:rsidRDefault="00687DE3" w:rsidP="00687DE3">
      <w:pPr>
        <w:jc w:val="center"/>
        <w:rPr>
          <w:rFonts w:ascii="Arial" w:hAnsi="Arial" w:cs="Arial"/>
        </w:rPr>
      </w:pPr>
    </w:p>
    <w:p w:rsidR="00514554" w:rsidRPr="00FE2884" w:rsidRDefault="00C26870" w:rsidP="00FE2884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514554" w:rsidRPr="00514554" w:rsidRDefault="00514554" w:rsidP="00514554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14554">
        <w:rPr>
          <w:rFonts w:ascii="Arial" w:hAnsi="Arial" w:cs="Arial"/>
          <w:b/>
        </w:rPr>
        <w:t>PDF "règle du jeu"</w:t>
      </w:r>
    </w:p>
    <w:p w:rsidR="00514554" w:rsidRPr="00514554" w:rsidRDefault="00514554" w:rsidP="00514554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14554">
        <w:rPr>
          <w:rFonts w:ascii="Arial" w:hAnsi="Arial" w:cs="Arial"/>
          <w:b/>
        </w:rPr>
        <w:t>PDF "</w:t>
      </w:r>
      <w:r w:rsidR="00344E5A">
        <w:rPr>
          <w:rFonts w:ascii="Arial" w:hAnsi="Arial" w:cs="Arial"/>
          <w:b/>
        </w:rPr>
        <w:t xml:space="preserve">Tableau des </w:t>
      </w:r>
      <w:r w:rsidRPr="00514554">
        <w:rPr>
          <w:rFonts w:ascii="Arial" w:hAnsi="Arial" w:cs="Arial"/>
          <w:b/>
        </w:rPr>
        <w:t>couleurs en arabe"</w:t>
      </w:r>
    </w:p>
    <w:p w:rsidR="00106D20" w:rsidRPr="00397B43" w:rsidRDefault="00514554" w:rsidP="00106D20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514554">
        <w:rPr>
          <w:rFonts w:ascii="Arial" w:hAnsi="Arial" w:cs="Arial"/>
          <w:b/>
        </w:rPr>
        <w:t>PDF "glace à colorier"</w:t>
      </w:r>
      <w:r w:rsidR="00063218">
        <w:rPr>
          <w:rFonts w:ascii="Arial" w:hAnsi="Arial" w:cs="Arial"/>
          <w:b/>
        </w:rPr>
        <w:t xml:space="preserve"> </w:t>
      </w:r>
      <w:r w:rsidR="00063218" w:rsidRPr="00063218">
        <w:rPr>
          <w:rFonts w:ascii="Arial" w:hAnsi="Arial" w:cs="Arial"/>
          <w:b/>
        </w:rPr>
        <w:sym w:font="Wingdings" w:char="F0E0"/>
      </w:r>
      <w:r w:rsidR="00063218">
        <w:rPr>
          <w:rFonts w:ascii="Arial" w:hAnsi="Arial" w:cs="Arial"/>
          <w:b/>
        </w:rPr>
        <w:t xml:space="preserve"> Imprimer suffisamment de copies afin de pouvoir distribuer celles-ci durant une ½ journée d'activités. </w:t>
      </w:r>
    </w:p>
    <w:p w:rsidR="00106D20" w:rsidRDefault="00106D20" w:rsidP="00106D20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>Ma</w:t>
      </w:r>
      <w:r w:rsidR="002C2437" w:rsidRPr="002C2437">
        <w:rPr>
          <w:rFonts w:ascii="Arial" w:hAnsi="Arial" w:cs="Arial"/>
          <w:b/>
          <w:color w:val="7030A0"/>
        </w:rPr>
        <w:t xml:space="preserve">tériel nécessaire à la mise en place du jeu : </w:t>
      </w:r>
    </w:p>
    <w:p w:rsidR="000D2230" w:rsidRDefault="000D2230" w:rsidP="000D2230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2C2437" w:rsidRDefault="00063218" w:rsidP="000D2230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0D2230" w:rsidRPr="000D2230">
        <w:rPr>
          <w:rFonts w:ascii="Arial" w:hAnsi="Arial" w:cs="Arial"/>
          <w:b/>
        </w:rPr>
        <w:t>haises (</w:t>
      </w:r>
      <w:r w:rsidR="003A1B02">
        <w:rPr>
          <w:rFonts w:ascii="Arial" w:hAnsi="Arial" w:cs="Arial"/>
          <w:b/>
        </w:rPr>
        <w:t>autant de chaises que d'élèves + 1 pour l'adulte</w:t>
      </w:r>
      <w:r w:rsidR="000D2230" w:rsidRPr="000D2230">
        <w:rPr>
          <w:rFonts w:ascii="Arial" w:hAnsi="Arial" w:cs="Arial"/>
          <w:b/>
        </w:rPr>
        <w:t xml:space="preserve">) </w:t>
      </w:r>
    </w:p>
    <w:p w:rsidR="004B3F3D" w:rsidRPr="00397B43" w:rsidRDefault="00063218" w:rsidP="00397B43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0D2230">
        <w:rPr>
          <w:rFonts w:ascii="Arial" w:hAnsi="Arial" w:cs="Arial"/>
          <w:b/>
        </w:rPr>
        <w:t xml:space="preserve">rayons de couleurs </w:t>
      </w:r>
    </w:p>
    <w:sectPr w:rsidR="004B3F3D" w:rsidRPr="00397B43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A90D9E"/>
    <w:multiLevelType w:val="hybridMultilevel"/>
    <w:tmpl w:val="3C70FE90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46092"/>
    <w:rsid w:val="00063218"/>
    <w:rsid w:val="000D2230"/>
    <w:rsid w:val="00106D20"/>
    <w:rsid w:val="00155F1C"/>
    <w:rsid w:val="001A4A00"/>
    <w:rsid w:val="00267CC3"/>
    <w:rsid w:val="002C2437"/>
    <w:rsid w:val="003143B4"/>
    <w:rsid w:val="00344E5A"/>
    <w:rsid w:val="00397B43"/>
    <w:rsid w:val="003A1B02"/>
    <w:rsid w:val="003F707B"/>
    <w:rsid w:val="004163C9"/>
    <w:rsid w:val="0042744B"/>
    <w:rsid w:val="004B3F3D"/>
    <w:rsid w:val="004D5AB2"/>
    <w:rsid w:val="004F2A26"/>
    <w:rsid w:val="00507F03"/>
    <w:rsid w:val="00514554"/>
    <w:rsid w:val="005E4A8F"/>
    <w:rsid w:val="00687DE3"/>
    <w:rsid w:val="006C4889"/>
    <w:rsid w:val="00783B11"/>
    <w:rsid w:val="00792FA9"/>
    <w:rsid w:val="00981BCD"/>
    <w:rsid w:val="00996B37"/>
    <w:rsid w:val="00A0675C"/>
    <w:rsid w:val="00C26870"/>
    <w:rsid w:val="00C63397"/>
    <w:rsid w:val="00D61C79"/>
    <w:rsid w:val="00D660C8"/>
    <w:rsid w:val="00D75DB1"/>
    <w:rsid w:val="00D85947"/>
    <w:rsid w:val="00DF5E50"/>
    <w:rsid w:val="00E8168D"/>
    <w:rsid w:val="00EB00AD"/>
    <w:rsid w:val="00F944A3"/>
    <w:rsid w:val="00FE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355FA2EE.dotm</Template>
  <TotalTime>1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Othenin-Girard Monique (DSE)</cp:lastModifiedBy>
  <cp:revision>5</cp:revision>
  <dcterms:created xsi:type="dcterms:W3CDTF">2019-07-25T12:13:00Z</dcterms:created>
  <dcterms:modified xsi:type="dcterms:W3CDTF">2019-07-29T06:43:00Z</dcterms:modified>
</cp:coreProperties>
</file>